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926" w:rsidRDefault="00C0582E">
      <w:r>
        <w:t>Trial Arguments</w:t>
      </w:r>
    </w:p>
    <w:p w:rsidR="00C0582E" w:rsidRDefault="00C0582E">
      <w:r>
        <w:tab/>
        <w:t xml:space="preserve">-Are </w:t>
      </w:r>
      <w:proofErr w:type="spellStart"/>
      <w:r>
        <w:t>Rainsford’s</w:t>
      </w:r>
      <w:proofErr w:type="spellEnd"/>
      <w:r>
        <w:t xml:space="preserve"> actions justified at the end of the story? Write either the </w:t>
      </w:r>
      <w:proofErr w:type="gramStart"/>
      <w:r>
        <w:t>defense’s</w:t>
      </w:r>
      <w:proofErr w:type="gramEnd"/>
      <w:r>
        <w:t xml:space="preserve"> or the prosecution’s opening arguments in his trial. Present your argument to the class. </w:t>
      </w:r>
    </w:p>
    <w:p w:rsidR="00C0582E" w:rsidRDefault="00C0582E"/>
    <w:p w:rsidR="00C0582E" w:rsidRDefault="00C0582E">
      <w:r>
        <w:t>Illustrated Map</w:t>
      </w:r>
    </w:p>
    <w:p w:rsidR="00C0582E" w:rsidRDefault="00C0582E">
      <w:r>
        <w:tab/>
        <w:t xml:space="preserve">-What other dangers has </w:t>
      </w:r>
      <w:proofErr w:type="spellStart"/>
      <w:r>
        <w:t>Zaroff</w:t>
      </w:r>
      <w:proofErr w:type="spellEnd"/>
      <w:r>
        <w:t xml:space="preserve"> hidden on his nightmarish hunting ground? Create an illustrated map, in color, of the island. Include two details from the story, such as the chateau and Death Swamp. Then add two of your own features to the island. Write a paragraph explaining the dangers of each one. </w:t>
      </w:r>
    </w:p>
    <w:p w:rsidR="00C0582E" w:rsidRDefault="00C0582E"/>
    <w:p w:rsidR="00C0582E" w:rsidRDefault="00C0582E">
      <w:r>
        <w:t>Epilogue</w:t>
      </w:r>
    </w:p>
    <w:p w:rsidR="00C0582E" w:rsidRDefault="00C0582E">
      <w:r>
        <w:tab/>
        <w:t xml:space="preserve">After </w:t>
      </w:r>
      <w:proofErr w:type="spellStart"/>
      <w:r>
        <w:t>Rainsford</w:t>
      </w:r>
      <w:proofErr w:type="spellEnd"/>
      <w:r>
        <w:t xml:space="preserve"> gets up the next day, what does he do? Write an epilogue, an ending that shows the character in the future, for the story. This should explain where he goes, what he does, his hunting future, possible job, nightmares/memories of the island, going to the police…..</w:t>
      </w:r>
      <w:r w:rsidR="00A60DFD">
        <w:t xml:space="preserve"> Your epilogue should begin with the last line of the story, “He had never slept in a better bed, </w:t>
      </w:r>
      <w:proofErr w:type="spellStart"/>
      <w:r w:rsidR="00A60DFD">
        <w:t>Rainsford</w:t>
      </w:r>
      <w:proofErr w:type="spellEnd"/>
      <w:r w:rsidR="00A60DFD">
        <w:t xml:space="preserve"> decided.”</w:t>
      </w:r>
      <w:bookmarkStart w:id="0" w:name="_GoBack"/>
      <w:bookmarkEnd w:id="0"/>
    </w:p>
    <w:sectPr w:rsidR="00C05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82E"/>
    <w:rsid w:val="00650926"/>
    <w:rsid w:val="00A60DFD"/>
    <w:rsid w:val="00C05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15AC57C1</Template>
  <TotalTime>25</TotalTime>
  <Pages>1</Pages>
  <Words>137</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FDCSD</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Fitzgerald</dc:creator>
  <cp:lastModifiedBy>Sara Fitzgerald</cp:lastModifiedBy>
  <cp:revision>1</cp:revision>
  <dcterms:created xsi:type="dcterms:W3CDTF">2014-10-23T14:15:00Z</dcterms:created>
  <dcterms:modified xsi:type="dcterms:W3CDTF">2014-10-23T14:42:00Z</dcterms:modified>
</cp:coreProperties>
</file>